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91" w:rsidRPr="00153C64" w:rsidRDefault="00316B91" w:rsidP="00153C64">
      <w:pPr>
        <w:pStyle w:val="Heading1"/>
        <w:spacing w:after="0" w:line="240" w:lineRule="auto"/>
        <w:ind w:left="10800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153C6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Додаток№1до Постанови Одеської обласної виборчої комісії</w:t>
      </w:r>
      <w:r w:rsidRPr="00153C6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  <w:t>від 01 жовтня 2015 року №55</w:t>
      </w:r>
    </w:p>
    <w:p w:rsidR="00316B91" w:rsidRPr="00153C64" w:rsidRDefault="00316B91" w:rsidP="00153C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  <w:r w:rsidRPr="00153C6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153C6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6B91" w:rsidRDefault="00316B91" w:rsidP="00153C64">
      <w:pPr>
        <w:tabs>
          <w:tab w:val="left" w:pos="6132"/>
          <w:tab w:val="center" w:pos="7767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716FA">
        <w:rPr>
          <w:rFonts w:ascii="Times New Roman" w:hAnsi="Times New Roman" w:cs="Times New Roman"/>
          <w:sz w:val="24"/>
          <w:szCs w:val="24"/>
        </w:rPr>
        <w:t>КАНДИДАТИ У ДЕПУТАТИ ОДЕСЬКОЇ ОБЛАСНОЇ РАДИ,</w:t>
      </w:r>
      <w:r w:rsidRPr="004716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16FA">
        <w:rPr>
          <w:rFonts w:ascii="Times New Roman" w:hAnsi="Times New Roman" w:cs="Times New Roman"/>
          <w:sz w:val="24"/>
          <w:szCs w:val="24"/>
        </w:rPr>
        <w:t>ВКЛЮЧЕНІ ДО ВИБОРЧОГО СПИСКУ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</w:p>
    <w:p w:rsidR="00316B91" w:rsidRPr="004716FA" w:rsidRDefault="00316B91" w:rsidP="00153C64">
      <w:pPr>
        <w:tabs>
          <w:tab w:val="left" w:pos="6132"/>
          <w:tab w:val="center" w:pos="7767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87479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ОБЛАСНОЇ ОРГАНІЗАЦІЇ </w:t>
      </w:r>
      <w:r w:rsidRPr="004716FA">
        <w:rPr>
          <w:rFonts w:ascii="Times New Roman" w:hAnsi="Times New Roman" w:cs="Times New Roman"/>
          <w:sz w:val="24"/>
          <w:szCs w:val="24"/>
          <w:lang w:val="uk-UA"/>
        </w:rPr>
        <w:t>АГРАРНОЇ ПАРТІЇ УКРАЇНИ</w:t>
      </w:r>
    </w:p>
    <w:p w:rsidR="00316B91" w:rsidRDefault="00316B91" w:rsidP="008524EA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/>
      </w:tblPr>
      <w:tblGrid>
        <w:gridCol w:w="538"/>
        <w:gridCol w:w="1912"/>
        <w:gridCol w:w="1485"/>
        <w:gridCol w:w="1500"/>
        <w:gridCol w:w="1110"/>
        <w:gridCol w:w="1433"/>
        <w:gridCol w:w="1911"/>
        <w:gridCol w:w="2139"/>
        <w:gridCol w:w="2160"/>
      </w:tblGrid>
      <w:tr w:rsidR="00316B91" w:rsidTr="00153C64">
        <w:trPr>
          <w:cantSplit/>
          <w:trHeight w:val="994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з/п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Прізвище, власне ім’я </w:t>
            </w:r>
            <w:r>
              <w:rPr>
                <w:sz w:val="16"/>
                <w:szCs w:val="16"/>
              </w:rPr>
              <w:br/>
              <w:t xml:space="preserve">(усі власні імена) </w:t>
            </w:r>
            <w:r>
              <w:rPr>
                <w:sz w:val="16"/>
                <w:szCs w:val="16"/>
              </w:rPr>
              <w:br/>
              <w:t>по батькові (за наявності) *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Число,</w:t>
            </w:r>
            <w:r>
              <w:rPr>
                <w:sz w:val="16"/>
                <w:szCs w:val="16"/>
              </w:rPr>
              <w:br/>
              <w:t>місяць, рік народження</w:t>
            </w:r>
          </w:p>
          <w:p w:rsidR="00316B91" w:rsidRDefault="00316B91" w:rsidP="00B95EAE">
            <w:pPr>
              <w:pStyle w:val="BodyText2"/>
              <w:spacing w:after="0" w:line="10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(чч.мм.рррр.)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Громадянство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Освіта (загальна середня, професійно-технічна, вища)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Партійність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Посада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Місце роботи 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(заняття)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Перший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16"/>
                <w:szCs w:val="16"/>
              </w:rPr>
              <w:t>кандидат / номер територіального виборчого округу, за яким закріплюється кандидат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Калашник Василь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30.11.1952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ради директорів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«Агроінвестгруп»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Перший кандидат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Аблов Федір Валерійович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04.04.1979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Дослідне господарство «Мирнопільське»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Балинська Таміла Дмитрівна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17.08.1961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державний інспектор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Балтська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єднана державна податкова інспекція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</w:tr>
      <w:tr w:rsidR="00316B91" w:rsidTr="00153C64">
        <w:trPr>
          <w:trHeight w:val="1286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Барабаш Василь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16.04.1938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Голова наглядової ради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«Рута-Нова-К»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24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Браткевич Тетяна Леонідівна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26.09.1971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Районний ліцей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55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4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Білан Віталій Олексійович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26.04.1962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-94" w:right="-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 «Пан Білан»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Бобіченко Вячеслав Григорович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18.08.1948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Лікар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Татарбунарська центральна районна лікарня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Буняков Олександр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15.11.1973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«Одеса бізнес парк»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Вінтіла Петро Володимирович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16.04.1972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Професійно-технічна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Ізмаїльський морський торговельний порт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58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Олександр Васильович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31.10.1957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«Комунар»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Волошенков Дмитро Борисович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09.11.1981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Благодійний</w:t>
            </w:r>
            <w:r>
              <w:rPr>
                <w:sz w:val="24"/>
                <w:szCs w:val="24"/>
                <w:lang w:val="ru-RU"/>
              </w:rPr>
              <w:t xml:space="preserve"> фонд «Івана Куриса»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316B91" w:rsidTr="00153C64">
        <w:trPr>
          <w:trHeight w:val="1650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Гладун Олег Володимирович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04.03.1968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«Степове»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45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Горобець Олександр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19.10.1963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Default"/>
              <w:jc w:val="center"/>
            </w:pPr>
            <w:r>
              <w:rPr>
                <w:lang w:val="uk-UA"/>
              </w:rPr>
              <w:t>ТОВ «Компанія Райз»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Горожанкін Анатолій Анатолійович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16.01.1965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Генеральний 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«Іллічівський зерновий порт»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63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Грабовий Андрій Вячеславович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14.01.1976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70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Гришко Сергій Олександрович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13.11.1979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Юрист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«Юримекс»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Гросфілер Геннадій Олександрович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06.02.1965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Громадська організація «Разом до майбутнього»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64</w:t>
            </w:r>
          </w:p>
        </w:tc>
      </w:tr>
      <w:tr w:rsidR="00316B91" w:rsidTr="00153C64">
        <w:trPr>
          <w:trHeight w:val="1150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Діденко Ігор Сергійович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02.03.1986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«Нептун»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84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Дімов Іван Андрійович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03.07.1968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48</w:t>
            </w:r>
          </w:p>
        </w:tc>
      </w:tr>
      <w:tr w:rsidR="00316B91" w:rsidTr="00153C64">
        <w:trPr>
          <w:trHeight w:val="1545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 Руслан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04.12.1977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Адвокат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Адвокат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ind w:left="-30" w:right="210"/>
              <w:jc w:val="center"/>
            </w:pPr>
            <w:r>
              <w:rPr>
                <w:sz w:val="24"/>
                <w:szCs w:val="24"/>
              </w:rPr>
              <w:t>25</w:t>
            </w:r>
          </w:p>
        </w:tc>
      </w:tr>
      <w:tr w:rsidR="00316B91" w:rsidTr="00153C64">
        <w:trPr>
          <w:trHeight w:val="1200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 Леонід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12.10.70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Фермерське господарство «Іванови»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18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Ілуца Геннадій Артемович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20.09.1961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Агроном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«Агрофірма «Рута»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26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Ігнат Лариса Іванівна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29.06.1962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Генеральний 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«Агропрайм Холдинг»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21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Іщенко Сергій Григорович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26.05.1960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«Роздолянське»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Кадук Юрій Леонідович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12.04.1972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«Ізмаїльський елеватор»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61</w:t>
            </w:r>
          </w:p>
        </w:tc>
      </w:tr>
      <w:tr w:rsidR="00316B91" w:rsidTr="00153C64">
        <w:trPr>
          <w:trHeight w:val="1488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Касап Георгій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15.09.1954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Тарутинська районна рада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49</w:t>
            </w:r>
          </w:p>
        </w:tc>
      </w:tr>
      <w:tr w:rsidR="00316B91" w:rsidTr="00153C64">
        <w:trPr>
          <w:trHeight w:val="930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Каштанов Олександр Сергійович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26.01.1971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 спостережної ради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Сільськогосподарське підприємство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«Селена»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</w:tr>
      <w:tr w:rsidR="00316B91" w:rsidTr="00153C64">
        <w:trPr>
          <w:trHeight w:val="1387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Келлер Геннадій Володимирович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05.02.1970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СВК «Промінь»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Кімінчіджі Степан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06.07.1960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директора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Одеський припортовий завод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Корчагіна</w:t>
            </w:r>
          </w:p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Федора</w:t>
            </w:r>
          </w:p>
          <w:p w:rsidR="00316B91" w:rsidRDefault="00316B91" w:rsidP="00B95EAE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17.02.1960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Радник голови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Білгород-Дністровська районна рада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Костецький</w:t>
            </w:r>
          </w:p>
          <w:p w:rsidR="00316B91" w:rsidRDefault="00316B91" w:rsidP="00B95EAE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Юрій</w:t>
            </w:r>
          </w:p>
          <w:p w:rsidR="00316B91" w:rsidRDefault="00316B91" w:rsidP="00B95EAE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07.09.1959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</w:t>
            </w:r>
          </w:p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особового складу штабу командування ВМС ЗС України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</w:t>
            </w:r>
            <w:r>
              <w:rPr>
                <w:sz w:val="24"/>
                <w:szCs w:val="24"/>
                <w:lang w:val="ru-RU"/>
              </w:rPr>
              <w:t xml:space="preserve">ников Денис </w:t>
            </w:r>
            <w:r>
              <w:rPr>
                <w:sz w:val="24"/>
                <w:szCs w:val="24"/>
              </w:rPr>
              <w:t>Ігоревич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29.02.1980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 постачання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«Співдружність»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81</w:t>
            </w:r>
          </w:p>
        </w:tc>
      </w:tr>
      <w:tr w:rsidR="00316B91" w:rsidTr="00153C64">
        <w:trPr>
          <w:trHeight w:val="2211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Кочмар Георгій Михайлович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16.06.1960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середня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СВК «Колос» с. Виноградівка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16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Крижановський Михайло Пантелійович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02.09.1953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Пенсіонер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Пенсіонер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32</w:t>
            </w:r>
          </w:p>
        </w:tc>
      </w:tr>
      <w:tr w:rsidR="00316B91" w:rsidTr="00153C64">
        <w:trPr>
          <w:trHeight w:val="1739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Кумар Кешав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02.01.1976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«Райз-Агро»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Лановий Володимир Борисович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10.03.1980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«Жовтень»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Левченко Анатолій Васильович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24.08.1956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Луньова Ганна Петрівна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11.09.1954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начальника управління, начальник відділу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охорони здоров’я ООДА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Маковейчук Сергій Васильович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11.10.1946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Default"/>
              <w:jc w:val="center"/>
            </w:pPr>
            <w:r>
              <w:rPr>
                <w:lang w:val="uk-UA"/>
              </w:rPr>
              <w:t>ФГ«Виноград-1»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Манітенко Ілля Олександрович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18.03.1991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Професійно-технічна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Менеджер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СФГ «Лука»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Маринов Іван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25.09.1966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</w:t>
            </w:r>
          </w:p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Агрофірма «Дружба народів»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Мєрліч Іван Сергійович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23.12.1958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Державна сільськогосподарська інспекція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42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4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Мокан Сергій Євгенович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13.10.1971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line="100" w:lineRule="atLeast"/>
              <w:ind w:left="-94" w:right="-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«Авангардкомунсервіс»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Назаренко Олександра Гнатівна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04.03.1954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 «Евріка»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30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Небога Руслан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28.11.1980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«Тесла ЛТД»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47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Ніточко Іван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15.06.1949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Пенсіонер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Новак Георгій Васильович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05.05.1956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Завідуючий лабораторії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Одеський національний політехнічний університет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17</w:t>
            </w:r>
          </w:p>
        </w:tc>
      </w:tr>
      <w:tr w:rsidR="00316B91" w:rsidTr="00153C64">
        <w:trPr>
          <w:trHeight w:val="1878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Новаковський Анатол</w:t>
            </w:r>
            <w:r>
              <w:rPr>
                <w:sz w:val="24"/>
                <w:szCs w:val="24"/>
              </w:rPr>
              <w:t>ій Григорович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24.01.1953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Тимчасово не працює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Тимчасово не працює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76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Новічкова Альона Олександрівна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15.08.1981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редактор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Одеська державна телерадіокомпанія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73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Обнявко Зінаїда Віталіївна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</w:rPr>
              <w:t>.11.1969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Завідуючий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Великомихайлівська амбулаторія загальної практики сімейної медицини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19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Осташ Яков Михайлович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25.07.1987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«Елеватор Дубіново»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Пашаєв Елданіз Фазіл огли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03.05.1969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«Агро Юг Експорт»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Пилипчук Олександр Вікторович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01.04.1979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Адвокат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Одеська обласна колегія адвокатів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80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Погребна Тетяна Миколаївна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03.02.1957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директора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«Одес</w:t>
            </w:r>
            <w:r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</w:rPr>
              <w:t>кий каравай»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72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Пулукчу Катерина Валеріївна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29.06.1967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Тимчасово не працює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Тимчасово не працює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33</w:t>
            </w:r>
          </w:p>
        </w:tc>
      </w:tr>
      <w:tr w:rsidR="00316B91" w:rsidTr="00153C64">
        <w:trPr>
          <w:trHeight w:val="1097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Рашкован Олександр Анатолійович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02.03.1967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Ружицький Юрій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03.08.1973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«Савранський завод продтоварів»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Сапожніков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Микола Володимирович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01.02.1957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Комерційний 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«Олімп-круг»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82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Соловей Анатолій Олександрович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01.01.1956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Викладач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Одеська національна академія харчових технологій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Сорока Зінаїда Петрівна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03.07.1956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Любашівська районна партійна організація «Аграрна партія України»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 Сергій Михайлович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01.05.1980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Викладач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 національна академія харчових технологій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</w:tr>
      <w:tr w:rsidR="00316B91" w:rsidTr="00153C64">
        <w:trPr>
          <w:trHeight w:val="1916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Стадник Олександр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29.04.1962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Пенсіонер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43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Стойков Іван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02.03.1979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Стоян Віталій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03.04.1970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Страхова Тетяна Василівна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25.09.1952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Викладач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Одеська національна академія харчових технологій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77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Теплих Михайло Володимирович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12.11.1957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Одеський обласний центр зайнятості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83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67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Ткачук Олександр Станіславович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15.06.1980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Викладач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Ізмаїльський технікум механізації і електрофікації сілького господарства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60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Тріщенков Сергій Леонідович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20.08.1961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інженер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«Іллічівський зерновий порт»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62</w:t>
            </w:r>
          </w:p>
        </w:tc>
      </w:tr>
      <w:tr w:rsidR="00316B91" w:rsidTr="00153C64">
        <w:trPr>
          <w:trHeight w:val="1682"/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Фоменко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>`</w:t>
            </w:r>
            <w:r>
              <w:rPr>
                <w:sz w:val="24"/>
                <w:szCs w:val="24"/>
                <w:lang w:val="ru-RU"/>
              </w:rPr>
              <w:t>ячеслав</w:t>
            </w:r>
            <w:r>
              <w:rPr>
                <w:sz w:val="24"/>
                <w:szCs w:val="24"/>
              </w:rPr>
              <w:t xml:space="preserve"> Анатолійович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04.01.1988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Викладач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Одеський державний аграрний університет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71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Хитрич Сергій Анатолійович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29.12.1986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74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Хіора Іван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31.01.1959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Професійно-технічна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Фізична особа підприємець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41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4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Цуркан Олег Олексійович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21.09.1957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94" w:right="-9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 Котовської міської ради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45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Чебан Геннадій Миколайович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24.03.1971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94" w:right="-9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«Перша плодово-овочева компанія»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4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Яковенко Олексій Іванович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16.03.1959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Аграрної партії України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ind w:left="-94" w:right="-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ПрАТ «Перемога»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</w:tr>
      <w:tr w:rsidR="00316B91" w:rsidTr="00153C64">
        <w:trPr>
          <w:jc w:val="center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Янкевич Олег Віталійович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05.03.1966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Громадянин України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Вища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Безпартійний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«Одеський каравай»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B91" w:rsidRDefault="00316B91" w:rsidP="00B95EAE">
            <w:pPr>
              <w:pStyle w:val="BodyText2"/>
              <w:spacing w:after="0" w:line="100" w:lineRule="atLeast"/>
              <w:jc w:val="center"/>
            </w:pPr>
            <w:r>
              <w:rPr>
                <w:sz w:val="24"/>
                <w:szCs w:val="24"/>
              </w:rPr>
              <w:t>57</w:t>
            </w:r>
          </w:p>
        </w:tc>
      </w:tr>
    </w:tbl>
    <w:p w:rsidR="00316B91" w:rsidRPr="0094633F" w:rsidRDefault="00316B91" w:rsidP="008524EA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6B91" w:rsidRPr="0094633F" w:rsidRDefault="00316B91" w:rsidP="008524EA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С.О.Узунов </w:t>
      </w:r>
    </w:p>
    <w:sectPr w:rsidR="00316B91" w:rsidRPr="0094633F" w:rsidSect="00153C64">
      <w:pgSz w:w="16838" w:h="11906" w:orient="landscape"/>
      <w:pgMar w:top="567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E14DE3"/>
    <w:multiLevelType w:val="hybridMultilevel"/>
    <w:tmpl w:val="C9E6F44E"/>
    <w:lvl w:ilvl="0" w:tplc="27E2663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215616"/>
    <w:multiLevelType w:val="hybridMultilevel"/>
    <w:tmpl w:val="8F8EC97C"/>
    <w:lvl w:ilvl="0" w:tplc="D1F64FC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DFE6161"/>
    <w:multiLevelType w:val="hybridMultilevel"/>
    <w:tmpl w:val="EF5EA2CC"/>
    <w:lvl w:ilvl="0" w:tplc="F340811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ED7597"/>
    <w:multiLevelType w:val="hybridMultilevel"/>
    <w:tmpl w:val="3BE29920"/>
    <w:lvl w:ilvl="0" w:tplc="F148F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D26D5C"/>
    <w:multiLevelType w:val="hybridMultilevel"/>
    <w:tmpl w:val="F42E12D2"/>
    <w:lvl w:ilvl="0" w:tplc="D27A46F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174B"/>
    <w:rsid w:val="00001355"/>
    <w:rsid w:val="0000697A"/>
    <w:rsid w:val="00015370"/>
    <w:rsid w:val="00031138"/>
    <w:rsid w:val="000342C8"/>
    <w:rsid w:val="0005247F"/>
    <w:rsid w:val="00055204"/>
    <w:rsid w:val="00056DDD"/>
    <w:rsid w:val="00057D33"/>
    <w:rsid w:val="000721B5"/>
    <w:rsid w:val="0008235A"/>
    <w:rsid w:val="000A6066"/>
    <w:rsid w:val="000A6F04"/>
    <w:rsid w:val="000B426E"/>
    <w:rsid w:val="000B4FE5"/>
    <w:rsid w:val="000C0A73"/>
    <w:rsid w:val="000D22EE"/>
    <w:rsid w:val="000D3E33"/>
    <w:rsid w:val="000E2BCC"/>
    <w:rsid w:val="000F06E2"/>
    <w:rsid w:val="00115B4A"/>
    <w:rsid w:val="0012118B"/>
    <w:rsid w:val="00133424"/>
    <w:rsid w:val="00153C64"/>
    <w:rsid w:val="001570F1"/>
    <w:rsid w:val="001573D0"/>
    <w:rsid w:val="0017339A"/>
    <w:rsid w:val="001756EC"/>
    <w:rsid w:val="00175C1B"/>
    <w:rsid w:val="00183EF3"/>
    <w:rsid w:val="001931C2"/>
    <w:rsid w:val="0019733B"/>
    <w:rsid w:val="001A45FF"/>
    <w:rsid w:val="001B2CBD"/>
    <w:rsid w:val="001C2503"/>
    <w:rsid w:val="001E1375"/>
    <w:rsid w:val="001E175B"/>
    <w:rsid w:val="002008F6"/>
    <w:rsid w:val="00204E29"/>
    <w:rsid w:val="00211D45"/>
    <w:rsid w:val="00213C7C"/>
    <w:rsid w:val="0022272C"/>
    <w:rsid w:val="00223168"/>
    <w:rsid w:val="00231240"/>
    <w:rsid w:val="002375AB"/>
    <w:rsid w:val="002422BE"/>
    <w:rsid w:val="00250882"/>
    <w:rsid w:val="00253581"/>
    <w:rsid w:val="00256240"/>
    <w:rsid w:val="00271331"/>
    <w:rsid w:val="002740EA"/>
    <w:rsid w:val="002775C6"/>
    <w:rsid w:val="00293EB9"/>
    <w:rsid w:val="002B0940"/>
    <w:rsid w:val="002B2D11"/>
    <w:rsid w:val="002B7416"/>
    <w:rsid w:val="002E4F4A"/>
    <w:rsid w:val="002F16F5"/>
    <w:rsid w:val="00310069"/>
    <w:rsid w:val="003141C0"/>
    <w:rsid w:val="00316B91"/>
    <w:rsid w:val="00327F22"/>
    <w:rsid w:val="00363E5B"/>
    <w:rsid w:val="003658CA"/>
    <w:rsid w:val="003740C4"/>
    <w:rsid w:val="00387F70"/>
    <w:rsid w:val="00395EA7"/>
    <w:rsid w:val="003A295F"/>
    <w:rsid w:val="003A6ECA"/>
    <w:rsid w:val="003B6678"/>
    <w:rsid w:val="003C5C49"/>
    <w:rsid w:val="003E0176"/>
    <w:rsid w:val="003F4D23"/>
    <w:rsid w:val="00406973"/>
    <w:rsid w:val="00407F6F"/>
    <w:rsid w:val="00422AB2"/>
    <w:rsid w:val="00427C30"/>
    <w:rsid w:val="0043115F"/>
    <w:rsid w:val="00445C43"/>
    <w:rsid w:val="0044787B"/>
    <w:rsid w:val="004716FA"/>
    <w:rsid w:val="00474AA4"/>
    <w:rsid w:val="004771A4"/>
    <w:rsid w:val="0048060F"/>
    <w:rsid w:val="00485E7B"/>
    <w:rsid w:val="004924FE"/>
    <w:rsid w:val="004938AF"/>
    <w:rsid w:val="004A5527"/>
    <w:rsid w:val="004A7C12"/>
    <w:rsid w:val="004C4D6B"/>
    <w:rsid w:val="004D3508"/>
    <w:rsid w:val="004D4F71"/>
    <w:rsid w:val="004E2CC5"/>
    <w:rsid w:val="004F477A"/>
    <w:rsid w:val="00506DD3"/>
    <w:rsid w:val="005123FF"/>
    <w:rsid w:val="0052632F"/>
    <w:rsid w:val="00531BD0"/>
    <w:rsid w:val="0053740C"/>
    <w:rsid w:val="00543038"/>
    <w:rsid w:val="005516A7"/>
    <w:rsid w:val="005552B6"/>
    <w:rsid w:val="00555FA4"/>
    <w:rsid w:val="005837BC"/>
    <w:rsid w:val="00592B9D"/>
    <w:rsid w:val="005A0F16"/>
    <w:rsid w:val="005B3B4D"/>
    <w:rsid w:val="005B4933"/>
    <w:rsid w:val="005D3E6E"/>
    <w:rsid w:val="005E340F"/>
    <w:rsid w:val="005F7586"/>
    <w:rsid w:val="006131D4"/>
    <w:rsid w:val="006177C2"/>
    <w:rsid w:val="00646133"/>
    <w:rsid w:val="0066617C"/>
    <w:rsid w:val="00667424"/>
    <w:rsid w:val="0067221C"/>
    <w:rsid w:val="006928AF"/>
    <w:rsid w:val="006A232F"/>
    <w:rsid w:val="006B0117"/>
    <w:rsid w:val="006B45B3"/>
    <w:rsid w:val="006B54C5"/>
    <w:rsid w:val="006C156B"/>
    <w:rsid w:val="006D6D3C"/>
    <w:rsid w:val="006E3559"/>
    <w:rsid w:val="006E3A92"/>
    <w:rsid w:val="00700E57"/>
    <w:rsid w:val="007036EB"/>
    <w:rsid w:val="00705991"/>
    <w:rsid w:val="00706B8F"/>
    <w:rsid w:val="00732374"/>
    <w:rsid w:val="00736B55"/>
    <w:rsid w:val="007505E9"/>
    <w:rsid w:val="007626EB"/>
    <w:rsid w:val="00766C1F"/>
    <w:rsid w:val="007838FE"/>
    <w:rsid w:val="0079175D"/>
    <w:rsid w:val="007A22CA"/>
    <w:rsid w:val="007A6A47"/>
    <w:rsid w:val="007A6F5B"/>
    <w:rsid w:val="008139E7"/>
    <w:rsid w:val="00816699"/>
    <w:rsid w:val="008375A6"/>
    <w:rsid w:val="008524EA"/>
    <w:rsid w:val="008573C1"/>
    <w:rsid w:val="00871933"/>
    <w:rsid w:val="008938B4"/>
    <w:rsid w:val="008A0DE3"/>
    <w:rsid w:val="008A33C9"/>
    <w:rsid w:val="008B057D"/>
    <w:rsid w:val="008B05F1"/>
    <w:rsid w:val="008C6783"/>
    <w:rsid w:val="008D5FAC"/>
    <w:rsid w:val="009362A5"/>
    <w:rsid w:val="0094633F"/>
    <w:rsid w:val="00946553"/>
    <w:rsid w:val="00947BB7"/>
    <w:rsid w:val="0095174B"/>
    <w:rsid w:val="009554E7"/>
    <w:rsid w:val="0098025D"/>
    <w:rsid w:val="00992A59"/>
    <w:rsid w:val="00996003"/>
    <w:rsid w:val="009A488D"/>
    <w:rsid w:val="009B44D7"/>
    <w:rsid w:val="009B5850"/>
    <w:rsid w:val="009D3532"/>
    <w:rsid w:val="009E1D32"/>
    <w:rsid w:val="009F1C04"/>
    <w:rsid w:val="009F3C8F"/>
    <w:rsid w:val="00A164E4"/>
    <w:rsid w:val="00A30B0D"/>
    <w:rsid w:val="00A45C8A"/>
    <w:rsid w:val="00A516CF"/>
    <w:rsid w:val="00A71E23"/>
    <w:rsid w:val="00A86C0A"/>
    <w:rsid w:val="00AA7A31"/>
    <w:rsid w:val="00AB537E"/>
    <w:rsid w:val="00AC60BD"/>
    <w:rsid w:val="00AD138B"/>
    <w:rsid w:val="00AD7001"/>
    <w:rsid w:val="00AE0F11"/>
    <w:rsid w:val="00B00205"/>
    <w:rsid w:val="00B11EA7"/>
    <w:rsid w:val="00B20228"/>
    <w:rsid w:val="00B20D22"/>
    <w:rsid w:val="00B30284"/>
    <w:rsid w:val="00B442F0"/>
    <w:rsid w:val="00B54DE1"/>
    <w:rsid w:val="00B60C91"/>
    <w:rsid w:val="00B74BCD"/>
    <w:rsid w:val="00B8541D"/>
    <w:rsid w:val="00B86F14"/>
    <w:rsid w:val="00B87479"/>
    <w:rsid w:val="00B95EAE"/>
    <w:rsid w:val="00BA0311"/>
    <w:rsid w:val="00BB39B5"/>
    <w:rsid w:val="00BC0098"/>
    <w:rsid w:val="00BF1AD5"/>
    <w:rsid w:val="00C01675"/>
    <w:rsid w:val="00C07138"/>
    <w:rsid w:val="00C1101A"/>
    <w:rsid w:val="00C33548"/>
    <w:rsid w:val="00C37B7A"/>
    <w:rsid w:val="00C37EE7"/>
    <w:rsid w:val="00C418FD"/>
    <w:rsid w:val="00C42BB0"/>
    <w:rsid w:val="00C44650"/>
    <w:rsid w:val="00C53F78"/>
    <w:rsid w:val="00C66708"/>
    <w:rsid w:val="00C7377F"/>
    <w:rsid w:val="00C80AC4"/>
    <w:rsid w:val="00C85EEF"/>
    <w:rsid w:val="00CE5201"/>
    <w:rsid w:val="00CF441F"/>
    <w:rsid w:val="00CF54C4"/>
    <w:rsid w:val="00D070C7"/>
    <w:rsid w:val="00D16706"/>
    <w:rsid w:val="00D30611"/>
    <w:rsid w:val="00D40A0A"/>
    <w:rsid w:val="00D430F5"/>
    <w:rsid w:val="00D575FE"/>
    <w:rsid w:val="00D66BA2"/>
    <w:rsid w:val="00D6718D"/>
    <w:rsid w:val="00D9105C"/>
    <w:rsid w:val="00D93D61"/>
    <w:rsid w:val="00DA075B"/>
    <w:rsid w:val="00DA5484"/>
    <w:rsid w:val="00DA6BB5"/>
    <w:rsid w:val="00DC0821"/>
    <w:rsid w:val="00DC366E"/>
    <w:rsid w:val="00DC7D3D"/>
    <w:rsid w:val="00DF2429"/>
    <w:rsid w:val="00DF6004"/>
    <w:rsid w:val="00E1049D"/>
    <w:rsid w:val="00E12C6E"/>
    <w:rsid w:val="00E15BE5"/>
    <w:rsid w:val="00E20128"/>
    <w:rsid w:val="00E2025C"/>
    <w:rsid w:val="00E26A5A"/>
    <w:rsid w:val="00E44CF5"/>
    <w:rsid w:val="00E647C9"/>
    <w:rsid w:val="00E756BB"/>
    <w:rsid w:val="00E8097B"/>
    <w:rsid w:val="00E85FD6"/>
    <w:rsid w:val="00E91EEE"/>
    <w:rsid w:val="00E95128"/>
    <w:rsid w:val="00EA6DA6"/>
    <w:rsid w:val="00EB4340"/>
    <w:rsid w:val="00ED5023"/>
    <w:rsid w:val="00EE2B1A"/>
    <w:rsid w:val="00EF3C1F"/>
    <w:rsid w:val="00F1160B"/>
    <w:rsid w:val="00F34200"/>
    <w:rsid w:val="00F530B9"/>
    <w:rsid w:val="00F744A5"/>
    <w:rsid w:val="00F8373D"/>
    <w:rsid w:val="00F923A7"/>
    <w:rsid w:val="00FA29D8"/>
    <w:rsid w:val="00FA5A0C"/>
    <w:rsid w:val="00FA767C"/>
    <w:rsid w:val="00FB5E63"/>
    <w:rsid w:val="00FC5700"/>
    <w:rsid w:val="00FD66E7"/>
    <w:rsid w:val="00FD6930"/>
    <w:rsid w:val="00FE6238"/>
    <w:rsid w:val="00FE7CB5"/>
    <w:rsid w:val="00FF0D07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95F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E1375"/>
    <w:pPr>
      <w:keepNext/>
      <w:spacing w:after="200" w:line="276" w:lineRule="auto"/>
      <w:outlineLvl w:val="0"/>
    </w:pPr>
    <w:rPr>
      <w:rFonts w:eastAsia="Times New Roman"/>
      <w:b/>
      <w:bCs/>
      <w:i/>
      <w:i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22CA"/>
    <w:rPr>
      <w:rFonts w:ascii="Cambria" w:hAnsi="Cambria" w:cs="Cambria"/>
      <w:b/>
      <w:bCs/>
      <w:kern w:val="32"/>
      <w:sz w:val="32"/>
      <w:szCs w:val="32"/>
      <w:lang w:val="ru-RU" w:eastAsia="en-US"/>
    </w:rPr>
  </w:style>
  <w:style w:type="paragraph" w:styleId="ListParagraph">
    <w:name w:val="List Paragraph"/>
    <w:basedOn w:val="Normal"/>
    <w:uiPriority w:val="99"/>
    <w:qFormat/>
    <w:rsid w:val="002E4F4A"/>
    <w:pPr>
      <w:ind w:left="720"/>
    </w:pPr>
  </w:style>
  <w:style w:type="paragraph" w:styleId="BodyText2">
    <w:name w:val="Body Text 2"/>
    <w:basedOn w:val="Normal"/>
    <w:link w:val="BodyText2Char"/>
    <w:uiPriority w:val="99"/>
    <w:rsid w:val="00DC7D3D"/>
    <w:pPr>
      <w:suppressAutoHyphens/>
      <w:spacing w:after="120" w:line="480" w:lineRule="auto"/>
    </w:pPr>
    <w:rPr>
      <w:rFonts w:cs="Times New Roman"/>
      <w:sz w:val="28"/>
      <w:szCs w:val="28"/>
      <w:lang w:val="uk-UA"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01355"/>
    <w:rPr>
      <w:rFonts w:ascii="Times New Roman" w:hAnsi="Times New Roman" w:cs="Times New Roman"/>
      <w:sz w:val="20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1931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C7D3D"/>
    <w:pPr>
      <w:suppressAutoHyphens/>
      <w:spacing w:after="0" w:line="100" w:lineRule="atLeast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31C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A232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">
    <w:name w:val="Основной текст 2 Знак"/>
    <w:basedOn w:val="DefaultParagraphFont"/>
    <w:uiPriority w:val="99"/>
    <w:rsid w:val="00DC7D3D"/>
    <w:rPr>
      <w:rFonts w:ascii="Times New Roman" w:hAnsi="Times New Roman" w:cs="Times New Roman"/>
      <w:sz w:val="20"/>
      <w:szCs w:val="20"/>
      <w:lang w:val="uk-UA"/>
    </w:rPr>
  </w:style>
  <w:style w:type="character" w:customStyle="1" w:styleId="a">
    <w:name w:val="Текст выноски Знак"/>
    <w:basedOn w:val="DefaultParagraphFont"/>
    <w:uiPriority w:val="99"/>
    <w:rsid w:val="00DC7D3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DC7D3D"/>
    <w:rPr>
      <w:sz w:val="28"/>
      <w:szCs w:val="28"/>
    </w:rPr>
  </w:style>
  <w:style w:type="character" w:customStyle="1" w:styleId="ListLabel2">
    <w:name w:val="ListLabel 2"/>
    <w:uiPriority w:val="99"/>
    <w:rsid w:val="00DC7D3D"/>
  </w:style>
  <w:style w:type="character" w:customStyle="1" w:styleId="ListLabel3">
    <w:name w:val="ListLabel 3"/>
    <w:uiPriority w:val="99"/>
    <w:rsid w:val="00DC7D3D"/>
  </w:style>
  <w:style w:type="character" w:customStyle="1" w:styleId="ListLabel4">
    <w:name w:val="ListLabel 4"/>
    <w:uiPriority w:val="99"/>
    <w:rsid w:val="00DC7D3D"/>
    <w:rPr>
      <w:color w:val="auto"/>
    </w:rPr>
  </w:style>
  <w:style w:type="character" w:customStyle="1" w:styleId="ListLabel5">
    <w:name w:val="ListLabel 5"/>
    <w:uiPriority w:val="99"/>
    <w:rsid w:val="00DC7D3D"/>
    <w:rPr>
      <w:color w:val="000000"/>
    </w:rPr>
  </w:style>
  <w:style w:type="paragraph" w:customStyle="1" w:styleId="a0">
    <w:name w:val="Заголовок"/>
    <w:basedOn w:val="Normal"/>
    <w:next w:val="BodyText"/>
    <w:uiPriority w:val="99"/>
    <w:rsid w:val="00DC7D3D"/>
    <w:pPr>
      <w:keepNext/>
      <w:suppressAutoHyphens/>
      <w:spacing w:before="240" w:after="120"/>
    </w:pPr>
    <w:rPr>
      <w:rFonts w:ascii="Arial" w:eastAsia="Times New Roman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DC7D3D"/>
    <w:pPr>
      <w:suppressAutoHyphens/>
      <w:spacing w:after="120"/>
    </w:pPr>
    <w:rPr>
      <w:rFonts w:eastAsia="Times New Roman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lang w:val="ru-RU" w:eastAsia="en-US"/>
    </w:rPr>
  </w:style>
  <w:style w:type="paragraph" w:styleId="List">
    <w:name w:val="List"/>
    <w:basedOn w:val="BodyText"/>
    <w:uiPriority w:val="99"/>
    <w:rsid w:val="00DC7D3D"/>
  </w:style>
  <w:style w:type="paragraph" w:customStyle="1" w:styleId="1">
    <w:name w:val="Название1"/>
    <w:basedOn w:val="Normal"/>
    <w:uiPriority w:val="99"/>
    <w:rsid w:val="00DC7D3D"/>
    <w:pPr>
      <w:suppressLineNumbers/>
      <w:suppressAutoHyphens/>
      <w:spacing w:before="120" w:after="120"/>
    </w:pPr>
    <w:rPr>
      <w:rFonts w:eastAsia="Times New Roman"/>
      <w:i/>
      <w:iCs/>
      <w:sz w:val="24"/>
      <w:szCs w:val="24"/>
      <w:lang w:eastAsia="ar-SA"/>
    </w:rPr>
  </w:style>
  <w:style w:type="paragraph" w:customStyle="1" w:styleId="10">
    <w:name w:val="Указатель1"/>
    <w:basedOn w:val="Normal"/>
    <w:uiPriority w:val="99"/>
    <w:rsid w:val="00DC7D3D"/>
    <w:pPr>
      <w:suppressLineNumbers/>
      <w:suppressAutoHyphens/>
    </w:pPr>
    <w:rPr>
      <w:rFonts w:eastAsia="Times New Roman"/>
      <w:lang w:eastAsia="ar-SA"/>
    </w:rPr>
  </w:style>
  <w:style w:type="paragraph" w:customStyle="1" w:styleId="a1">
    <w:name w:val="Содержимое таблицы"/>
    <w:basedOn w:val="Normal"/>
    <w:uiPriority w:val="99"/>
    <w:rsid w:val="00DC7D3D"/>
    <w:pPr>
      <w:suppressLineNumbers/>
      <w:suppressAutoHyphens/>
    </w:pPr>
    <w:rPr>
      <w:rFonts w:eastAsia="Times New Roman"/>
      <w:lang w:eastAsia="ar-SA"/>
    </w:rPr>
  </w:style>
  <w:style w:type="paragraph" w:customStyle="1" w:styleId="a2">
    <w:name w:val="Заголовок таблицы"/>
    <w:basedOn w:val="a1"/>
    <w:uiPriority w:val="99"/>
    <w:rsid w:val="00DC7D3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1193</TotalTime>
  <Pages>10</Pages>
  <Words>1645</Words>
  <Characters>9379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202</cp:revision>
  <cp:lastPrinted>2015-10-02T11:51:00Z</cp:lastPrinted>
  <dcterms:created xsi:type="dcterms:W3CDTF">2015-09-09T12:16:00Z</dcterms:created>
  <dcterms:modified xsi:type="dcterms:W3CDTF">2015-10-02T11:53:00Z</dcterms:modified>
</cp:coreProperties>
</file>